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F1E15" w14:textId="185820BE" w:rsidR="00A70595" w:rsidRDefault="00A70595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20"/>
          <w:szCs w:val="20"/>
        </w:rPr>
        <w:t xml:space="preserve"> </w:t>
      </w:r>
      <w:r>
        <w:rPr>
          <w:rFonts w:ascii="Corbel" w:hAnsi="Corbel"/>
          <w:bCs/>
          <w:i/>
          <w:sz w:val="20"/>
          <w:szCs w:val="20"/>
        </w:rPr>
        <w:t xml:space="preserve">                                                                    </w:t>
      </w:r>
      <w:r>
        <w:rPr>
          <w:rFonts w:ascii="Corbel" w:hAnsi="Corbel"/>
          <w:bCs/>
          <w:i/>
          <w:sz w:val="20"/>
          <w:szCs w:val="20"/>
        </w:rPr>
        <w:t xml:space="preserve"> Załącznik nr 1.5 do Zarządzenia Rektora UR nr </w:t>
      </w:r>
      <w:r>
        <w:rPr>
          <w:rFonts w:ascii="Corbel" w:hAnsi="Corbel"/>
          <w:bCs/>
          <w:i/>
          <w:sz w:val="20"/>
          <w:szCs w:val="20"/>
        </w:rPr>
        <w:t>7</w:t>
      </w:r>
      <w:r>
        <w:rPr>
          <w:rFonts w:ascii="Corbel" w:hAnsi="Corbel"/>
          <w:bCs/>
          <w:i/>
          <w:sz w:val="20"/>
          <w:szCs w:val="20"/>
        </w:rPr>
        <w:t>/</w:t>
      </w:r>
      <w:r>
        <w:rPr>
          <w:rFonts w:ascii="Corbel" w:hAnsi="Corbel"/>
          <w:bCs/>
          <w:i/>
          <w:sz w:val="20"/>
          <w:szCs w:val="20"/>
        </w:rPr>
        <w:t>2023</w:t>
      </w:r>
    </w:p>
    <w:p w14:paraId="4DA2F3FE" w14:textId="77777777" w:rsidR="00A70595" w:rsidRDefault="00A70595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DF3F10F" w14:textId="77777777" w:rsidR="00A70595" w:rsidRDefault="00A70595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B0836D7" w14:textId="7F774736" w:rsidR="0085747A" w:rsidRPr="00572B9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SYLABUS</w:t>
      </w:r>
      <w:bookmarkStart w:id="0" w:name="_GoBack"/>
      <w:bookmarkEnd w:id="0"/>
    </w:p>
    <w:p w14:paraId="452C99B1" w14:textId="4F7AAE9C" w:rsidR="0085747A" w:rsidRPr="00572B9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B99">
        <w:rPr>
          <w:rFonts w:ascii="Corbel" w:hAnsi="Corbel"/>
          <w:b/>
          <w:smallCaps/>
          <w:sz w:val="24"/>
          <w:szCs w:val="24"/>
        </w:rPr>
        <w:t xml:space="preserve"> </w:t>
      </w:r>
      <w:r w:rsidR="006458A2" w:rsidRPr="00572B99">
        <w:rPr>
          <w:rFonts w:ascii="Corbel" w:hAnsi="Corbel"/>
          <w:b/>
          <w:smallCaps/>
          <w:sz w:val="24"/>
          <w:szCs w:val="24"/>
        </w:rPr>
        <w:t>202</w:t>
      </w:r>
      <w:r w:rsidR="00A70595">
        <w:rPr>
          <w:rFonts w:ascii="Corbel" w:hAnsi="Corbel"/>
          <w:b/>
          <w:smallCaps/>
          <w:sz w:val="24"/>
          <w:szCs w:val="24"/>
        </w:rPr>
        <w:t>4</w:t>
      </w:r>
      <w:r w:rsidR="006458A2" w:rsidRPr="00572B99">
        <w:rPr>
          <w:rFonts w:ascii="Corbel" w:hAnsi="Corbel"/>
          <w:b/>
          <w:smallCaps/>
          <w:sz w:val="24"/>
          <w:szCs w:val="24"/>
        </w:rPr>
        <w:t xml:space="preserve"> - 202</w:t>
      </w:r>
      <w:r w:rsidR="00A70595">
        <w:rPr>
          <w:rFonts w:ascii="Corbel" w:hAnsi="Corbel"/>
          <w:b/>
          <w:smallCaps/>
          <w:sz w:val="24"/>
          <w:szCs w:val="24"/>
        </w:rPr>
        <w:t>9</w:t>
      </w:r>
    </w:p>
    <w:p w14:paraId="5B10EEFF" w14:textId="3C405996" w:rsidR="00445970" w:rsidRPr="00572B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  <w:t xml:space="preserve">Rok akademicki   </w:t>
      </w:r>
      <w:r w:rsidR="006458A2" w:rsidRPr="00572B99">
        <w:rPr>
          <w:rFonts w:ascii="Corbel" w:hAnsi="Corbel"/>
          <w:sz w:val="24"/>
          <w:szCs w:val="24"/>
        </w:rPr>
        <w:t>202</w:t>
      </w:r>
      <w:r w:rsidR="00A70595">
        <w:rPr>
          <w:rFonts w:ascii="Corbel" w:hAnsi="Corbel"/>
          <w:sz w:val="24"/>
          <w:szCs w:val="24"/>
        </w:rPr>
        <w:t>7</w:t>
      </w:r>
      <w:r w:rsidR="006458A2" w:rsidRPr="00572B99">
        <w:rPr>
          <w:rFonts w:ascii="Corbel" w:hAnsi="Corbel"/>
          <w:sz w:val="24"/>
          <w:szCs w:val="24"/>
        </w:rPr>
        <w:t>/202</w:t>
      </w:r>
      <w:r w:rsidR="00A70595">
        <w:rPr>
          <w:rFonts w:ascii="Corbel" w:hAnsi="Corbel"/>
          <w:sz w:val="24"/>
          <w:szCs w:val="24"/>
        </w:rPr>
        <w:t>8</w:t>
      </w:r>
    </w:p>
    <w:p w14:paraId="33AD825B" w14:textId="77777777" w:rsidR="0085747A" w:rsidRPr="00572B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6EAF1B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2B99">
        <w:rPr>
          <w:rFonts w:ascii="Corbel" w:hAnsi="Corbel"/>
          <w:szCs w:val="24"/>
        </w:rPr>
        <w:t xml:space="preserve">1. </w:t>
      </w:r>
      <w:r w:rsidR="0085747A" w:rsidRPr="00572B99">
        <w:rPr>
          <w:rFonts w:ascii="Corbel" w:hAnsi="Corbel"/>
          <w:szCs w:val="24"/>
        </w:rPr>
        <w:t xml:space="preserve">Podstawowe </w:t>
      </w:r>
      <w:r w:rsidR="00445970" w:rsidRPr="00572B9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B99" w14:paraId="31CBE901" w14:textId="77777777" w:rsidTr="006458A2">
        <w:tc>
          <w:tcPr>
            <w:tcW w:w="2694" w:type="dxa"/>
            <w:vAlign w:val="center"/>
          </w:tcPr>
          <w:p w14:paraId="0B4074AE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C8F0D5" w14:textId="44EA0A38" w:rsidR="0085747A" w:rsidRPr="00572B99" w:rsidRDefault="00082616" w:rsidP="0008261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M</w:t>
            </w:r>
            <w:r w:rsidR="006458A2" w:rsidRPr="00572B99">
              <w:rPr>
                <w:rFonts w:ascii="Corbel" w:hAnsi="Corbel"/>
                <w:sz w:val="24"/>
                <w:szCs w:val="24"/>
              </w:rPr>
              <w:t>etodologia badań jakościowych</w:t>
            </w:r>
          </w:p>
        </w:tc>
      </w:tr>
      <w:tr w:rsidR="0085747A" w:rsidRPr="00572B99" w14:paraId="4A4DB4CB" w14:textId="77777777" w:rsidTr="006458A2">
        <w:tc>
          <w:tcPr>
            <w:tcW w:w="2694" w:type="dxa"/>
            <w:vAlign w:val="center"/>
          </w:tcPr>
          <w:p w14:paraId="76B6AC18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501A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72B99" w14:paraId="6E75C1F1" w14:textId="77777777" w:rsidTr="006458A2">
        <w:tc>
          <w:tcPr>
            <w:tcW w:w="2694" w:type="dxa"/>
            <w:vAlign w:val="center"/>
          </w:tcPr>
          <w:p w14:paraId="221DA804" w14:textId="77777777" w:rsidR="0085747A" w:rsidRPr="00572B9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72B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353E1" w14:textId="77777777" w:rsidR="0085747A" w:rsidRPr="00572B99" w:rsidRDefault="007A265C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72B99" w14:paraId="24EF7FB6" w14:textId="77777777" w:rsidTr="006458A2">
        <w:tc>
          <w:tcPr>
            <w:tcW w:w="2694" w:type="dxa"/>
            <w:vAlign w:val="center"/>
          </w:tcPr>
          <w:p w14:paraId="369E2746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55717B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458A2" w:rsidRPr="00572B99" w14:paraId="6C7DCD27" w14:textId="77777777" w:rsidTr="006458A2">
        <w:tc>
          <w:tcPr>
            <w:tcW w:w="2694" w:type="dxa"/>
            <w:vAlign w:val="center"/>
          </w:tcPr>
          <w:p w14:paraId="13031EB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BD4144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6458A2" w:rsidRPr="00572B99" w14:paraId="2105A8DE" w14:textId="77777777" w:rsidTr="006458A2">
        <w:tc>
          <w:tcPr>
            <w:tcW w:w="2694" w:type="dxa"/>
            <w:vAlign w:val="center"/>
          </w:tcPr>
          <w:p w14:paraId="3134505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A3D12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572B99" w14:paraId="55283CC8" w14:textId="77777777" w:rsidTr="006458A2">
        <w:tc>
          <w:tcPr>
            <w:tcW w:w="2694" w:type="dxa"/>
            <w:vAlign w:val="center"/>
          </w:tcPr>
          <w:p w14:paraId="712C1181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87F4B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8A2" w:rsidRPr="00572B99" w14:paraId="4C34D554" w14:textId="77777777" w:rsidTr="006458A2">
        <w:tc>
          <w:tcPr>
            <w:tcW w:w="2694" w:type="dxa"/>
            <w:vAlign w:val="center"/>
          </w:tcPr>
          <w:p w14:paraId="03B0AB0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9D4A36" w14:textId="0876AFFA" w:rsidR="006458A2" w:rsidRPr="00572B99" w:rsidRDefault="00912073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58A2" w:rsidRPr="00572B99" w14:paraId="304B99F5" w14:textId="77777777" w:rsidTr="006458A2">
        <w:tc>
          <w:tcPr>
            <w:tcW w:w="2694" w:type="dxa"/>
            <w:vAlign w:val="center"/>
          </w:tcPr>
          <w:p w14:paraId="21E8DDF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974C00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rok, 7 semestr</w:t>
            </w:r>
          </w:p>
        </w:tc>
      </w:tr>
      <w:tr w:rsidR="006458A2" w:rsidRPr="00572B99" w14:paraId="13E0EC6D" w14:textId="77777777" w:rsidTr="006458A2">
        <w:tc>
          <w:tcPr>
            <w:tcW w:w="2694" w:type="dxa"/>
            <w:vAlign w:val="center"/>
          </w:tcPr>
          <w:p w14:paraId="5F5E0C84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130CDB" w14:textId="0244BAFE" w:rsidR="006458A2" w:rsidRPr="00572B99" w:rsidRDefault="009D0648" w:rsidP="00D86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5B497C" w:rsidRPr="00572B99">
              <w:rPr>
                <w:rFonts w:ascii="Corbel" w:hAnsi="Corbel"/>
                <w:b w:val="0"/>
                <w:sz w:val="24"/>
                <w:szCs w:val="24"/>
              </w:rPr>
              <w:t>. Metodologia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 xml:space="preserve"> badań </w:t>
            </w:r>
            <w:r w:rsidR="00D86F2A" w:rsidRPr="00572B99">
              <w:rPr>
                <w:rFonts w:ascii="Corbel" w:hAnsi="Corbel"/>
                <w:b w:val="0"/>
                <w:sz w:val="24"/>
                <w:szCs w:val="24"/>
              </w:rPr>
              <w:t>naukowych</w:t>
            </w:r>
          </w:p>
        </w:tc>
      </w:tr>
      <w:tr w:rsidR="006458A2" w:rsidRPr="00572B99" w14:paraId="451B4799" w14:textId="77777777" w:rsidTr="006458A2">
        <w:tc>
          <w:tcPr>
            <w:tcW w:w="2694" w:type="dxa"/>
            <w:vAlign w:val="center"/>
          </w:tcPr>
          <w:p w14:paraId="36DAD449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0EC153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8A2" w:rsidRPr="00572B99" w14:paraId="7D9F6999" w14:textId="77777777" w:rsidTr="006458A2">
        <w:tc>
          <w:tcPr>
            <w:tcW w:w="2694" w:type="dxa"/>
            <w:vAlign w:val="center"/>
          </w:tcPr>
          <w:p w14:paraId="4296862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A4A01E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572B99" w14:paraId="262DF656" w14:textId="77777777" w:rsidTr="006458A2">
        <w:tc>
          <w:tcPr>
            <w:tcW w:w="2694" w:type="dxa"/>
            <w:vAlign w:val="center"/>
          </w:tcPr>
          <w:p w14:paraId="67A31674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A1545A" w14:textId="7684BF49" w:rsidR="0085747A" w:rsidRPr="00572B99" w:rsidRDefault="00C54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3A2D65">
              <w:rPr>
                <w:rFonts w:ascii="Corbel" w:hAnsi="Corbel"/>
                <w:b w:val="0"/>
                <w:sz w:val="24"/>
                <w:szCs w:val="24"/>
              </w:rPr>
              <w:t xml:space="preserve"> Anna Śniegulska</w:t>
            </w:r>
          </w:p>
        </w:tc>
      </w:tr>
    </w:tbl>
    <w:p w14:paraId="4C4FFB9C" w14:textId="77777777" w:rsidR="0085747A" w:rsidRPr="00572B99" w:rsidRDefault="0085747A" w:rsidP="006458A2">
      <w:pPr>
        <w:pStyle w:val="Podpunkty"/>
        <w:ind w:left="0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* </w:t>
      </w:r>
      <w:r w:rsidRPr="00572B99">
        <w:rPr>
          <w:rFonts w:ascii="Corbel" w:hAnsi="Corbel"/>
          <w:i/>
          <w:sz w:val="24"/>
          <w:szCs w:val="24"/>
        </w:rPr>
        <w:t>-</w:t>
      </w:r>
      <w:r w:rsidR="00B90885" w:rsidRPr="00572B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2B99">
        <w:rPr>
          <w:rFonts w:ascii="Corbel" w:hAnsi="Corbel"/>
          <w:b w:val="0"/>
          <w:sz w:val="24"/>
          <w:szCs w:val="24"/>
        </w:rPr>
        <w:t>e,</w:t>
      </w:r>
      <w:r w:rsidRPr="00572B99">
        <w:rPr>
          <w:rFonts w:ascii="Corbel" w:hAnsi="Corbel"/>
          <w:i/>
          <w:sz w:val="24"/>
          <w:szCs w:val="24"/>
        </w:rPr>
        <w:t xml:space="preserve"> </w:t>
      </w:r>
      <w:r w:rsidRPr="00572B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2B99">
        <w:rPr>
          <w:rFonts w:ascii="Corbel" w:hAnsi="Corbel"/>
          <w:b w:val="0"/>
          <w:i/>
          <w:sz w:val="24"/>
          <w:szCs w:val="24"/>
        </w:rPr>
        <w:t>w Jednostce</w:t>
      </w:r>
    </w:p>
    <w:p w14:paraId="33747C9E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D9749" w14:textId="77777777" w:rsidR="0085747A" w:rsidRPr="00572B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1.</w:t>
      </w:r>
      <w:r w:rsidR="00E22FBC" w:rsidRPr="00572B99">
        <w:rPr>
          <w:rFonts w:ascii="Corbel" w:hAnsi="Corbel"/>
          <w:sz w:val="24"/>
          <w:szCs w:val="24"/>
        </w:rPr>
        <w:t>1</w:t>
      </w:r>
      <w:r w:rsidRPr="00572B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195D9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01"/>
        <w:gridCol w:w="1498"/>
      </w:tblGrid>
      <w:tr w:rsidR="00015B8F" w:rsidRPr="00572B99" w14:paraId="55725084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86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Semestr</w:t>
            </w:r>
          </w:p>
          <w:p w14:paraId="4CE8AEBE" w14:textId="77777777" w:rsidR="00015B8F" w:rsidRPr="00572B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(</w:t>
            </w:r>
            <w:r w:rsidR="00363F78" w:rsidRPr="00572B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7C6D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2D6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18C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8E42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E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185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35B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E44E" w14:textId="77777777" w:rsidR="00015B8F" w:rsidRPr="00572B99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73E7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Liczba pkt</w:t>
            </w:r>
            <w:r w:rsidR="00B90885" w:rsidRPr="00572B99">
              <w:rPr>
                <w:rFonts w:ascii="Corbel" w:hAnsi="Corbel"/>
                <w:b/>
                <w:szCs w:val="24"/>
              </w:rPr>
              <w:t>.</w:t>
            </w:r>
            <w:r w:rsidRPr="00572B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58A2" w:rsidRPr="00572B99" w14:paraId="62CD6081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B8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1547" w14:textId="39BE1E77" w:rsidR="006458A2" w:rsidRPr="00572B99" w:rsidRDefault="007830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4572" w14:textId="40F7F0FB" w:rsidR="006458A2" w:rsidRPr="00572B99" w:rsidRDefault="0091207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FB9B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74E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7B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984D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81E2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B8FC" w14:textId="1D1797B3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5505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BFC1DD6" w14:textId="77777777" w:rsidR="00923D7D" w:rsidRPr="00572B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186F1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1.2.</w:t>
      </w:r>
      <w:r w:rsidRPr="00572B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5728A1E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572B99">
        <w:rPr>
          <w:rFonts w:ascii="Corbel" w:eastAsia="MS Gothic" w:hAnsi="Corbel"/>
          <w:b w:val="0"/>
          <w:szCs w:val="24"/>
        </w:rPr>
        <w:sym w:font="Wingdings" w:char="F078"/>
      </w:r>
      <w:r w:rsidRPr="00572B99">
        <w:rPr>
          <w:rFonts w:ascii="Corbel" w:eastAsia="MS Gothic" w:hAnsi="Corbel"/>
          <w:b w:val="0"/>
          <w:szCs w:val="24"/>
        </w:rPr>
        <w:t xml:space="preserve"> </w:t>
      </w:r>
      <w:r w:rsidRPr="00572B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6296E13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E70AC31" w14:textId="77777777" w:rsidR="001E45B4" w:rsidRPr="00572B99" w:rsidRDefault="001E45B4" w:rsidP="001E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A8CC0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1.3 </w:t>
      </w:r>
      <w:r w:rsidRPr="00572B9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45465706" w14:textId="77777777" w:rsidR="001E45B4" w:rsidRPr="00572B99" w:rsidRDefault="001E45B4" w:rsidP="001E45B4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wykład zaliczenie bez oceny</w:t>
      </w:r>
      <w:r w:rsidRPr="00572B99">
        <w:rPr>
          <w:rFonts w:ascii="Corbel" w:hAnsi="Corbel"/>
          <w:sz w:val="24"/>
          <w:szCs w:val="24"/>
        </w:rPr>
        <w:tab/>
      </w:r>
    </w:p>
    <w:p w14:paraId="368560A4" w14:textId="0EE38F71" w:rsidR="001E45B4" w:rsidRPr="00572B99" w:rsidRDefault="00F22870" w:rsidP="001E45B4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ćwiczenia</w:t>
      </w:r>
      <w:r w:rsidR="001E45B4" w:rsidRPr="00572B99">
        <w:rPr>
          <w:rFonts w:ascii="Corbel" w:hAnsi="Corbel"/>
          <w:sz w:val="24"/>
          <w:szCs w:val="24"/>
        </w:rPr>
        <w:t>: zaliczenie z oceną</w:t>
      </w:r>
    </w:p>
    <w:p w14:paraId="35D936CA" w14:textId="77777777" w:rsidR="001E45B4" w:rsidRPr="00572B99" w:rsidRDefault="001E45B4" w:rsidP="001E45B4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całość przedmiotu - egzamin</w:t>
      </w:r>
    </w:p>
    <w:p w14:paraId="6917BA99" w14:textId="77777777" w:rsidR="001F31B0" w:rsidRPr="00572B99" w:rsidRDefault="001F31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E69E8" w14:textId="77777777" w:rsidR="00E960BB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2B99" w14:paraId="1E047E9E" w14:textId="77777777" w:rsidTr="00745302">
        <w:tc>
          <w:tcPr>
            <w:tcW w:w="9670" w:type="dxa"/>
          </w:tcPr>
          <w:p w14:paraId="1711B975" w14:textId="77777777" w:rsidR="0085747A" w:rsidRPr="00572B99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9D0648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kursy wynikające z toku studiów</w:t>
            </w: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D7A4752" w14:textId="77777777" w:rsidR="00153C41" w:rsidRPr="00572B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3F6B58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854420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61BD8B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B4F5CA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F8693D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D1C2B9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0ED90C" w14:textId="36EA2672" w:rsidR="0085747A" w:rsidRPr="00572B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3.</w:t>
      </w:r>
      <w:r w:rsidR="0085747A" w:rsidRPr="00572B99">
        <w:rPr>
          <w:rFonts w:ascii="Corbel" w:hAnsi="Corbel"/>
          <w:szCs w:val="24"/>
        </w:rPr>
        <w:t xml:space="preserve"> </w:t>
      </w:r>
      <w:r w:rsidR="00A84C85" w:rsidRPr="00572B99">
        <w:rPr>
          <w:rFonts w:ascii="Corbel" w:hAnsi="Corbel"/>
          <w:szCs w:val="24"/>
        </w:rPr>
        <w:t>cele, efekty uczenia się</w:t>
      </w:r>
      <w:r w:rsidR="0085747A" w:rsidRPr="00572B99">
        <w:rPr>
          <w:rFonts w:ascii="Corbel" w:hAnsi="Corbel"/>
          <w:szCs w:val="24"/>
        </w:rPr>
        <w:t xml:space="preserve"> , treści Programowe i stosowane metody Dydaktyczne</w:t>
      </w:r>
    </w:p>
    <w:p w14:paraId="1FA98D6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2A5C6" w14:textId="77777777" w:rsidR="0085747A" w:rsidRPr="00572B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3.1 </w:t>
      </w:r>
      <w:r w:rsidR="00C05F44" w:rsidRPr="00572B99">
        <w:rPr>
          <w:rFonts w:ascii="Corbel" w:hAnsi="Corbel"/>
          <w:sz w:val="24"/>
          <w:szCs w:val="24"/>
        </w:rPr>
        <w:t>Cele przedmiotu</w:t>
      </w:r>
    </w:p>
    <w:p w14:paraId="68BE7259" w14:textId="77777777" w:rsidR="00F83B28" w:rsidRPr="00572B9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0206"/>
      </w:tblGrid>
      <w:tr w:rsidR="0085747A" w:rsidRPr="00572B99" w14:paraId="0C77F9A3" w14:textId="77777777" w:rsidTr="00B76FFB">
        <w:tc>
          <w:tcPr>
            <w:tcW w:w="851" w:type="dxa"/>
            <w:vAlign w:val="center"/>
          </w:tcPr>
          <w:p w14:paraId="6D359CDE" w14:textId="77777777" w:rsidR="0085747A" w:rsidRPr="00572B9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10206" w:type="dxa"/>
            <w:vAlign w:val="center"/>
          </w:tcPr>
          <w:p w14:paraId="3CCFD700" w14:textId="77777777" w:rsidR="0077690E" w:rsidRPr="00572B99" w:rsidRDefault="00834A06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obserwacji. </w:t>
            </w:r>
          </w:p>
        </w:tc>
      </w:tr>
      <w:tr w:rsidR="009D0648" w:rsidRPr="00572B99" w14:paraId="001608DB" w14:textId="77777777" w:rsidTr="00B76FFB">
        <w:tc>
          <w:tcPr>
            <w:tcW w:w="851" w:type="dxa"/>
          </w:tcPr>
          <w:p w14:paraId="71B0A57F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10206" w:type="dxa"/>
            <w:vAlign w:val="center"/>
          </w:tcPr>
          <w:p w14:paraId="20C9FDB0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Studenci zapoznają się z podstawami teoretycznymi wybranych metod i technik badań jakościowych, jak i zaprojektują i zrealizują własne badanie jakościowe. </w:t>
            </w:r>
          </w:p>
        </w:tc>
      </w:tr>
      <w:tr w:rsidR="009D0648" w:rsidRPr="00572B99" w14:paraId="2AA808F8" w14:textId="77777777" w:rsidTr="00B76FFB">
        <w:tc>
          <w:tcPr>
            <w:tcW w:w="851" w:type="dxa"/>
          </w:tcPr>
          <w:p w14:paraId="685E6AB6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10206" w:type="dxa"/>
            <w:vAlign w:val="center"/>
          </w:tcPr>
          <w:p w14:paraId="0930A7F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9D0648" w:rsidRPr="00572B99" w14:paraId="4DD66D24" w14:textId="77777777" w:rsidTr="00B76FFB">
        <w:tc>
          <w:tcPr>
            <w:tcW w:w="851" w:type="dxa"/>
          </w:tcPr>
          <w:p w14:paraId="0B6CD6F5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10206" w:type="dxa"/>
            <w:vAlign w:val="center"/>
          </w:tcPr>
          <w:p w14:paraId="697F25B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3625D67F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72101B" w14:textId="77777777" w:rsidR="00B76FFB" w:rsidRDefault="00B76FFB" w:rsidP="001F7E2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4A28680" w14:textId="1C5E4461" w:rsidR="001D7B54" w:rsidRPr="00572B99" w:rsidRDefault="009F4610" w:rsidP="001F7E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3.2 </w:t>
      </w:r>
      <w:r w:rsidR="001D7B54" w:rsidRPr="00572B99">
        <w:rPr>
          <w:rFonts w:ascii="Corbel" w:hAnsi="Corbel"/>
          <w:b/>
          <w:sz w:val="24"/>
          <w:szCs w:val="24"/>
        </w:rPr>
        <w:t xml:space="preserve">Efekty </w:t>
      </w:r>
      <w:r w:rsidR="00C05F44" w:rsidRPr="00572B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2B99">
        <w:rPr>
          <w:rFonts w:ascii="Corbel" w:hAnsi="Corbel"/>
          <w:b/>
          <w:sz w:val="24"/>
          <w:szCs w:val="24"/>
        </w:rPr>
        <w:t>dla przedmiotu</w:t>
      </w:r>
      <w:r w:rsidR="00445970" w:rsidRPr="00572B99">
        <w:rPr>
          <w:rFonts w:ascii="Corbel" w:hAnsi="Corbel"/>
          <w:sz w:val="24"/>
          <w:szCs w:val="24"/>
        </w:rPr>
        <w:t xml:space="preserve"> 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229"/>
        <w:gridCol w:w="1701"/>
      </w:tblGrid>
      <w:tr w:rsidR="0085747A" w:rsidRPr="00572B99" w14:paraId="56187657" w14:textId="77777777" w:rsidTr="00B76FFB">
        <w:tc>
          <w:tcPr>
            <w:tcW w:w="2127" w:type="dxa"/>
            <w:vAlign w:val="center"/>
          </w:tcPr>
          <w:p w14:paraId="4A0EB776" w14:textId="0D84620C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084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72B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7229" w:type="dxa"/>
            <w:vAlign w:val="center"/>
          </w:tcPr>
          <w:p w14:paraId="31A11757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01" w:type="dxa"/>
            <w:vAlign w:val="center"/>
          </w:tcPr>
          <w:p w14:paraId="0C09268C" w14:textId="1400E8CD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  <w:r w:rsidR="0035084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do efektów  kierunkowych</w:t>
            </w:r>
          </w:p>
        </w:tc>
      </w:tr>
      <w:tr w:rsidR="001E45B4" w:rsidRPr="00572B99" w14:paraId="77D51D63" w14:textId="77777777" w:rsidTr="00B76FFB">
        <w:tc>
          <w:tcPr>
            <w:tcW w:w="2127" w:type="dxa"/>
            <w:vAlign w:val="center"/>
          </w:tcPr>
          <w:p w14:paraId="0380CB44" w14:textId="77777777" w:rsidR="001E45B4" w:rsidRPr="00572B99" w:rsidRDefault="001E45B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0F56643E" w14:textId="77777777" w:rsidR="001E45B4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  <w:p w14:paraId="7F029324" w14:textId="77777777" w:rsidR="0035084A" w:rsidRPr="00572B99" w:rsidRDefault="0035084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0D3C910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72B99" w14:paraId="7CA3D0B8" w14:textId="77777777" w:rsidTr="00B76FFB">
        <w:trPr>
          <w:trHeight w:val="1345"/>
        </w:trPr>
        <w:tc>
          <w:tcPr>
            <w:tcW w:w="2127" w:type="dxa"/>
          </w:tcPr>
          <w:p w14:paraId="236F0070" w14:textId="59845135" w:rsidR="00112982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7470A0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8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00D51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64FDFC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2F4E2D76" w14:textId="1EC2618D" w:rsidR="00B1607E" w:rsidRPr="00572B99" w:rsidRDefault="00B1607E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zna metodologię badań naukowych stosowanych w dziedzinach nauk humanistycznych i nauk społecznych, w szczególności zasady projektowania i prowadzenia badań naukowych w zakresie pedagogiki specjalnej, oraz postulat wieloparadygmatyczności</w:t>
            </w:r>
          </w:p>
        </w:tc>
        <w:tc>
          <w:tcPr>
            <w:tcW w:w="1701" w:type="dxa"/>
          </w:tcPr>
          <w:p w14:paraId="17EA355E" w14:textId="060A7056" w:rsidR="000801AA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PPiW.W1</w:t>
            </w:r>
            <w:r w:rsidR="00572B99">
              <w:rPr>
                <w:rFonts w:ascii="Corbel" w:hAnsi="Corbel"/>
                <w:sz w:val="24"/>
                <w:szCs w:val="24"/>
              </w:rPr>
              <w:t>9</w:t>
            </w:r>
          </w:p>
          <w:p w14:paraId="0F0E14F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471BF4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D4E6B7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2FC7F25B" w14:textId="77777777" w:rsidTr="00B76FFB">
        <w:trPr>
          <w:trHeight w:val="2430"/>
        </w:trPr>
        <w:tc>
          <w:tcPr>
            <w:tcW w:w="2127" w:type="dxa"/>
          </w:tcPr>
          <w:p w14:paraId="35AE7A34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0146D" w14:textId="41BD2440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34DC54F1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B37600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C28650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456B5B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7234511B" w14:textId="0863F60E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wie, jak zaplanować badania jakościowe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 wykorzystaniem odpowiednich strategii badawczych i stosowanych technik pomiaru i analizy danych</w:t>
            </w:r>
          </w:p>
        </w:tc>
        <w:tc>
          <w:tcPr>
            <w:tcW w:w="1701" w:type="dxa"/>
          </w:tcPr>
          <w:p w14:paraId="753C641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8D912E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6B5E6CB" w14:textId="642F5F32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PPiW.W20</w:t>
            </w:r>
          </w:p>
          <w:p w14:paraId="1B63D7DC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05CCBCA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302FF6A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C186AD9" w14:textId="77777777" w:rsidR="0035084A" w:rsidRPr="00572B99" w:rsidRDefault="0035084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34CD2A46" w14:textId="77777777" w:rsidTr="00B76FFB">
        <w:trPr>
          <w:trHeight w:val="1815"/>
        </w:trPr>
        <w:tc>
          <w:tcPr>
            <w:tcW w:w="2127" w:type="dxa"/>
          </w:tcPr>
          <w:p w14:paraId="2C997D7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176FA8D5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ACC25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A8E1C4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EA0BB3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CF904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4816E2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6DA03FEB" w14:textId="7DE33858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umie samodzielnie i w zespole badawczym zaplanować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37A2A143" w14:textId="610802FA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01" w:type="dxa"/>
          </w:tcPr>
          <w:p w14:paraId="05BC36A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089635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B511C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PPiW.U18</w:t>
            </w:r>
          </w:p>
          <w:p w14:paraId="2A77E995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PPiW.U19</w:t>
            </w:r>
          </w:p>
          <w:p w14:paraId="5548B2AC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0FB5D81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51153EA" w14:textId="77777777" w:rsidR="0035084A" w:rsidRPr="00572B99" w:rsidRDefault="0035084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516440B2" w14:textId="77777777" w:rsidTr="00B76FFB">
        <w:trPr>
          <w:trHeight w:val="1125"/>
        </w:trPr>
        <w:tc>
          <w:tcPr>
            <w:tcW w:w="2127" w:type="dxa"/>
          </w:tcPr>
          <w:p w14:paraId="04E26BAC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B01D9F" w14:textId="37A963F8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396D0CDE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4CC271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01CC3602" w14:textId="77777777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701" w:type="dxa"/>
          </w:tcPr>
          <w:p w14:paraId="7596F078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A9416F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2408CBF" w14:textId="07119DF1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PPiW.K1</w:t>
            </w:r>
          </w:p>
        </w:tc>
      </w:tr>
    </w:tbl>
    <w:p w14:paraId="7C8D2735" w14:textId="77777777" w:rsidR="0085747A" w:rsidRPr="00572B9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>3.3</w:t>
      </w:r>
      <w:r w:rsidR="001D7B54" w:rsidRPr="00572B99">
        <w:rPr>
          <w:rFonts w:ascii="Corbel" w:hAnsi="Corbel"/>
          <w:b/>
          <w:sz w:val="24"/>
          <w:szCs w:val="24"/>
        </w:rPr>
        <w:t xml:space="preserve"> </w:t>
      </w:r>
      <w:r w:rsidR="0085747A" w:rsidRPr="00572B99">
        <w:rPr>
          <w:rFonts w:ascii="Corbel" w:hAnsi="Corbel"/>
          <w:b/>
          <w:sz w:val="24"/>
          <w:szCs w:val="24"/>
        </w:rPr>
        <w:t>T</w:t>
      </w:r>
      <w:r w:rsidR="001D7B54" w:rsidRPr="00572B9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72B99">
        <w:rPr>
          <w:rFonts w:ascii="Corbel" w:hAnsi="Corbel"/>
          <w:sz w:val="24"/>
          <w:szCs w:val="24"/>
        </w:rPr>
        <w:t xml:space="preserve">  </w:t>
      </w:r>
    </w:p>
    <w:p w14:paraId="4E2615DD" w14:textId="192FCF9E" w:rsidR="00675843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Problematyka </w:t>
      </w:r>
      <w:r w:rsidR="00C54C3C">
        <w:rPr>
          <w:rFonts w:ascii="Corbel" w:hAnsi="Corbel"/>
          <w:sz w:val="24"/>
          <w:szCs w:val="24"/>
        </w:rPr>
        <w:t xml:space="preserve"> </w:t>
      </w:r>
      <w:r w:rsidR="0035084A">
        <w:rPr>
          <w:rFonts w:ascii="Corbel" w:hAnsi="Corbel"/>
          <w:sz w:val="24"/>
          <w:szCs w:val="24"/>
        </w:rPr>
        <w:t>wykładu</w:t>
      </w:r>
    </w:p>
    <w:tbl>
      <w:tblPr>
        <w:tblStyle w:val="Tabela-Siatka"/>
        <w:tblpPr w:leftFromText="141" w:rightFromText="141" w:vertAnchor="text" w:horzAnchor="margin" w:tblpX="-601" w:tblpY="141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35084A" w14:paraId="52792574" w14:textId="77777777" w:rsidTr="0035084A">
        <w:tc>
          <w:tcPr>
            <w:tcW w:w="11023" w:type="dxa"/>
          </w:tcPr>
          <w:p w14:paraId="708FA9FC" w14:textId="66DB6466" w:rsidR="0035084A" w:rsidRDefault="0035084A" w:rsidP="0035084A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84A" w14:paraId="3D33F84E" w14:textId="77777777" w:rsidTr="0035084A">
        <w:tc>
          <w:tcPr>
            <w:tcW w:w="11023" w:type="dxa"/>
          </w:tcPr>
          <w:p w14:paraId="0C9EA531" w14:textId="43532920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Wprowadzenie do metodologii badań pedagogicznych.</w:t>
            </w:r>
          </w:p>
        </w:tc>
      </w:tr>
      <w:tr w:rsidR="0035084A" w14:paraId="0C4B1F6B" w14:textId="77777777" w:rsidTr="0035084A">
        <w:tc>
          <w:tcPr>
            <w:tcW w:w="11023" w:type="dxa"/>
          </w:tcPr>
          <w:p w14:paraId="0DC9A853" w14:textId="7D591DD1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Badania jakościowe i ilościowe – podstawowe cechy, różnice i ograniczenia, kontrowersje wokół strategii badań.</w:t>
            </w:r>
            <w:r>
              <w:rPr>
                <w:rFonts w:ascii="Corbel" w:hAnsi="Corbel"/>
                <w:sz w:val="24"/>
                <w:szCs w:val="24"/>
              </w:rPr>
              <w:t xml:space="preserve"> Paradygmat logiczno-pozytywistyczny i humanistyczny.</w:t>
            </w:r>
          </w:p>
        </w:tc>
      </w:tr>
      <w:tr w:rsidR="0035084A" w14:paraId="77593F1A" w14:textId="77777777" w:rsidTr="0035084A">
        <w:tc>
          <w:tcPr>
            <w:tcW w:w="11023" w:type="dxa"/>
          </w:tcPr>
          <w:p w14:paraId="3901063E" w14:textId="7C483974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 xml:space="preserve">Przedmiot badań a wybór orientacji badawczej; komplementarność badań jakościowych i ilościowych </w:t>
            </w:r>
            <w:r w:rsidR="00BC6D5B">
              <w:rPr>
                <w:rFonts w:ascii="Corbel" w:hAnsi="Corbel"/>
                <w:sz w:val="24"/>
                <w:szCs w:val="24"/>
              </w:rPr>
              <w:br/>
            </w:r>
            <w:r w:rsidRPr="0035084A">
              <w:rPr>
                <w:rFonts w:ascii="Corbel" w:hAnsi="Corbel"/>
                <w:sz w:val="24"/>
                <w:szCs w:val="24"/>
              </w:rPr>
              <w:t>w naukach społecznych.</w:t>
            </w:r>
          </w:p>
        </w:tc>
      </w:tr>
      <w:tr w:rsidR="0035084A" w14:paraId="0C779312" w14:textId="77777777" w:rsidTr="0035084A">
        <w:tc>
          <w:tcPr>
            <w:tcW w:w="11023" w:type="dxa"/>
          </w:tcPr>
          <w:p w14:paraId="35D6CCB2" w14:textId="7AD458A9" w:rsidR="0035084A" w:rsidRPr="0035084A" w:rsidRDefault="00BC6D5B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Orientacje w badaniach</w:t>
            </w:r>
            <w:r w:rsidR="0035084A" w:rsidRPr="0035084A">
              <w:rPr>
                <w:rFonts w:ascii="Corbel" w:hAnsi="Corbel"/>
                <w:sz w:val="24"/>
                <w:szCs w:val="24"/>
              </w:rPr>
              <w:t xml:space="preserve"> jakościowych - badania narracyjne, fenomenologiczne, teoria ugruntowana, badania etnograficzne, analizy przypadku.</w:t>
            </w:r>
          </w:p>
        </w:tc>
      </w:tr>
      <w:tr w:rsidR="0035084A" w14:paraId="79522BAE" w14:textId="77777777" w:rsidTr="0035084A">
        <w:tc>
          <w:tcPr>
            <w:tcW w:w="11023" w:type="dxa"/>
          </w:tcPr>
          <w:p w14:paraId="6251DB2D" w14:textId="08540B24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Praktyczne aspekty badań jakościowych.</w:t>
            </w:r>
          </w:p>
        </w:tc>
      </w:tr>
      <w:tr w:rsidR="0035084A" w14:paraId="43949327" w14:textId="77777777" w:rsidTr="0035084A">
        <w:tc>
          <w:tcPr>
            <w:tcW w:w="11023" w:type="dxa"/>
          </w:tcPr>
          <w:p w14:paraId="6062A659" w14:textId="5A2EA1BF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Etyczny wymiar badań jakościowych -  uniwersalne zasady etyczne i przejawy ich łamania, dylematy moralne w badaniach jakościowych, problematyka świadomej zgody na udział w badaniach</w:t>
            </w:r>
            <w:r w:rsidR="00BC6D5B">
              <w:rPr>
                <w:rFonts w:ascii="Corbel" w:hAnsi="Corbel"/>
                <w:sz w:val="24"/>
                <w:szCs w:val="24"/>
              </w:rPr>
              <w:t xml:space="preserve"> jakościowych</w:t>
            </w:r>
            <w:r w:rsidRPr="003508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4D03E34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B1F4148" w14:textId="6A60D3B2" w:rsidR="0035084A" w:rsidRPr="00BC6D5B" w:rsidRDefault="00BC6D5B" w:rsidP="0051278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C6D5B">
        <w:rPr>
          <w:rFonts w:ascii="Corbel" w:hAnsi="Corbel"/>
          <w:sz w:val="24"/>
          <w:szCs w:val="24"/>
        </w:rPr>
        <w:t>Problematyka ćwiczeń</w:t>
      </w:r>
    </w:p>
    <w:tbl>
      <w:tblPr>
        <w:tblStyle w:val="Tabela-Siatka"/>
        <w:tblW w:w="11057" w:type="dxa"/>
        <w:tblInd w:w="-601" w:type="dxa"/>
        <w:tblLook w:val="04A0" w:firstRow="1" w:lastRow="0" w:firstColumn="1" w:lastColumn="0" w:noHBand="0" w:noVBand="1"/>
      </w:tblPr>
      <w:tblGrid>
        <w:gridCol w:w="11057"/>
      </w:tblGrid>
      <w:tr w:rsidR="00BC6D5B" w14:paraId="2FB51C19" w14:textId="77777777" w:rsidTr="00BC6D5B">
        <w:trPr>
          <w:trHeight w:val="195"/>
        </w:trPr>
        <w:tc>
          <w:tcPr>
            <w:tcW w:w="11057" w:type="dxa"/>
          </w:tcPr>
          <w:p w14:paraId="445944E7" w14:textId="0384FDFD" w:rsidR="00BC6D5B" w:rsidRDefault="00BC6D5B" w:rsidP="0035084A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6D5B" w14:paraId="6D902D2D" w14:textId="77777777" w:rsidTr="00BC6D5B">
        <w:trPr>
          <w:trHeight w:val="210"/>
        </w:trPr>
        <w:tc>
          <w:tcPr>
            <w:tcW w:w="11057" w:type="dxa"/>
          </w:tcPr>
          <w:p w14:paraId="3055FB23" w14:textId="5E7E49E3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BC6D5B">
              <w:rPr>
                <w:rFonts w:ascii="Corbel" w:hAnsi="Corbel"/>
                <w:sz w:val="24"/>
                <w:szCs w:val="24"/>
              </w:rPr>
              <w:t>erspektywy rozwoju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BC6D5B">
              <w:rPr>
                <w:rFonts w:ascii="Corbel" w:hAnsi="Corbel"/>
                <w:sz w:val="24"/>
                <w:szCs w:val="24"/>
              </w:rPr>
              <w:t xml:space="preserve"> dylematy</w:t>
            </w:r>
            <w:r>
              <w:rPr>
                <w:rFonts w:ascii="Corbel" w:hAnsi="Corbel"/>
                <w:sz w:val="24"/>
                <w:szCs w:val="24"/>
              </w:rPr>
              <w:t xml:space="preserve"> badań jakościowych.</w:t>
            </w:r>
          </w:p>
        </w:tc>
      </w:tr>
      <w:tr w:rsidR="00BC6D5B" w14:paraId="74A3AF0B" w14:textId="77777777" w:rsidTr="00BC6D5B">
        <w:tc>
          <w:tcPr>
            <w:tcW w:w="11057" w:type="dxa"/>
          </w:tcPr>
          <w:p w14:paraId="5203BE2D" w14:textId="79930111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Analiza przykładowych projektów badawczych realizowanych w nurcie badań jakościowych.</w:t>
            </w:r>
          </w:p>
        </w:tc>
      </w:tr>
      <w:tr w:rsidR="00BC6D5B" w14:paraId="17C8420A" w14:textId="77777777" w:rsidTr="00BC6D5B">
        <w:tc>
          <w:tcPr>
            <w:tcW w:w="11057" w:type="dxa"/>
          </w:tcPr>
          <w:p w14:paraId="467F2C03" w14:textId="7DCBA3B6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Projektowanie badań jakościowych – elementy projektu i cechy poprawnego projektu badawczego.</w:t>
            </w:r>
          </w:p>
        </w:tc>
      </w:tr>
      <w:tr w:rsidR="00BC6D5B" w14:paraId="4E3177CD" w14:textId="77777777" w:rsidTr="00BC6D5B">
        <w:tc>
          <w:tcPr>
            <w:tcW w:w="11057" w:type="dxa"/>
          </w:tcPr>
          <w:p w14:paraId="789A3007" w14:textId="2DE56FBE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 xml:space="preserve">Jakość w badaniach jakościowych  - jakość na etapie projektowania i realizacji badań;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BC6D5B">
              <w:rPr>
                <w:rFonts w:ascii="Corbel" w:hAnsi="Corbel"/>
                <w:sz w:val="24"/>
                <w:szCs w:val="24"/>
              </w:rPr>
              <w:t>rozpowszechnianie wyników badań.</w:t>
            </w:r>
          </w:p>
        </w:tc>
      </w:tr>
      <w:tr w:rsidR="00BC6D5B" w14:paraId="232514ED" w14:textId="77777777" w:rsidTr="00BC6D5B">
        <w:tc>
          <w:tcPr>
            <w:tcW w:w="11057" w:type="dxa"/>
          </w:tcPr>
          <w:p w14:paraId="5ACDC5AB" w14:textId="05707185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Metody badań jakościowych (otwarty wywiad pogłębiony, metoda biograficzna, obserwacja uczestnicząca, jakościowa analiza treści; badania fokusowe) i ich praktyczne zastosowania.</w:t>
            </w:r>
          </w:p>
        </w:tc>
      </w:tr>
      <w:tr w:rsidR="00BC6D5B" w14:paraId="0D20C97C" w14:textId="77777777" w:rsidTr="00BC6D5B">
        <w:tc>
          <w:tcPr>
            <w:tcW w:w="11057" w:type="dxa"/>
          </w:tcPr>
          <w:p w14:paraId="60A09FD6" w14:textId="09F24251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Wywiad Historii Życia McAdamsa i wywiad narracyjny F. Schützego.</w:t>
            </w:r>
          </w:p>
        </w:tc>
      </w:tr>
      <w:tr w:rsidR="00BC6D5B" w14:paraId="144B1F9D" w14:textId="77777777" w:rsidTr="00BC6D5B">
        <w:tc>
          <w:tcPr>
            <w:tcW w:w="11057" w:type="dxa"/>
          </w:tcPr>
          <w:p w14:paraId="3DDE4D60" w14:textId="2CEF02DE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Analiza fotografii i analiza memów jako przykłady badań jakościowych.</w:t>
            </w:r>
          </w:p>
        </w:tc>
      </w:tr>
      <w:tr w:rsidR="00BC6D5B" w14:paraId="5EEECECF" w14:textId="77777777" w:rsidTr="00BC6D5B">
        <w:tc>
          <w:tcPr>
            <w:tcW w:w="11057" w:type="dxa"/>
          </w:tcPr>
          <w:p w14:paraId="2108854E" w14:textId="3DEB91A5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 xml:space="preserve">Projekty badań jakościowych zrealizowane przez Studentów – analiza merytoryczna </w:t>
            </w:r>
            <w:r w:rsidRPr="00BC6D5B">
              <w:rPr>
                <w:rFonts w:ascii="Corbel" w:hAnsi="Corbel"/>
                <w:sz w:val="24"/>
                <w:szCs w:val="24"/>
              </w:rPr>
              <w:br/>
              <w:t>i formalna</w:t>
            </w:r>
          </w:p>
        </w:tc>
      </w:tr>
    </w:tbl>
    <w:p w14:paraId="00298358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B4D3E34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3297D9DF" w14:textId="77777777" w:rsidR="0085747A" w:rsidRPr="00572B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3.4 Metody dydaktyczne</w:t>
      </w:r>
      <w:r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68E0420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33412F" w14:textId="5EF3AA6A" w:rsidR="00F22870" w:rsidRPr="00572B99" w:rsidRDefault="00C54C3C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153C41" w:rsidRPr="00572B99">
        <w:rPr>
          <w:rFonts w:ascii="Corbel" w:hAnsi="Corbel"/>
          <w:b w:val="0"/>
          <w:smallCaps w:val="0"/>
          <w:szCs w:val="24"/>
        </w:rPr>
        <w:t>: wykład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572B99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45ED6C0" w14:textId="54DB97CF" w:rsidR="0085747A" w:rsidRPr="00572B99" w:rsidRDefault="00F22870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54C3C">
        <w:rPr>
          <w:rFonts w:ascii="Corbel" w:hAnsi="Corbel"/>
          <w:b w:val="0"/>
          <w:bCs/>
          <w:szCs w:val="24"/>
        </w:rPr>
        <w:t>Ćwiczenia</w:t>
      </w:r>
      <w:r w:rsidR="00153C41" w:rsidRPr="00572B99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572B9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72B9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metoda projektów</w:t>
      </w:r>
      <w:r w:rsidR="000801AA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1718A7" w:rsidRPr="00572B99">
        <w:rPr>
          <w:rFonts w:ascii="Corbel" w:hAnsi="Corbel"/>
          <w:b w:val="0"/>
          <w:smallCaps w:val="0"/>
          <w:szCs w:val="24"/>
        </w:rPr>
        <w:t>praca w </w:t>
      </w:r>
      <w:r w:rsidR="0085747A" w:rsidRPr="00572B99">
        <w:rPr>
          <w:rFonts w:ascii="Corbel" w:hAnsi="Corbel"/>
          <w:b w:val="0"/>
          <w:smallCaps w:val="0"/>
          <w:szCs w:val="24"/>
        </w:rPr>
        <w:t>grupach</w:t>
      </w:r>
      <w:r w:rsidR="0071620A" w:rsidRPr="00572B9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72B9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dyskusja</w:t>
      </w:r>
      <w:r w:rsidR="000801AA" w:rsidRPr="00572B99">
        <w:rPr>
          <w:rFonts w:ascii="Corbel" w:hAnsi="Corbel"/>
          <w:b w:val="0"/>
          <w:smallCaps w:val="0"/>
          <w:szCs w:val="24"/>
        </w:rPr>
        <w:t>)</w:t>
      </w:r>
      <w:r w:rsidR="001718A7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4561320E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CA26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78ACCE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8F6878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E801A8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33BF79" w14:textId="77777777" w:rsidR="00B76FFB" w:rsidRPr="00572B99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3A30F5" w14:textId="77777777" w:rsidR="0085747A" w:rsidRPr="00572B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 </w:t>
      </w:r>
      <w:r w:rsidR="0085747A" w:rsidRPr="00572B99">
        <w:rPr>
          <w:rFonts w:ascii="Corbel" w:hAnsi="Corbel"/>
          <w:smallCaps w:val="0"/>
          <w:szCs w:val="24"/>
        </w:rPr>
        <w:t>METODY I KRYTERIA OCENY</w:t>
      </w:r>
      <w:r w:rsidR="009F4610" w:rsidRPr="00572B99">
        <w:rPr>
          <w:rFonts w:ascii="Corbel" w:hAnsi="Corbel"/>
          <w:smallCaps w:val="0"/>
          <w:szCs w:val="24"/>
        </w:rPr>
        <w:t xml:space="preserve"> </w:t>
      </w:r>
    </w:p>
    <w:p w14:paraId="7D7501BD" w14:textId="77777777" w:rsidR="00923D7D" w:rsidRPr="00572B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0AE98" w14:textId="77777777" w:rsidR="0085747A" w:rsidRPr="00572B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2B99">
        <w:rPr>
          <w:rFonts w:ascii="Corbel" w:hAnsi="Corbel"/>
          <w:smallCaps w:val="0"/>
          <w:szCs w:val="24"/>
        </w:rPr>
        <w:t>uczenia się</w:t>
      </w:r>
    </w:p>
    <w:p w14:paraId="3CC6A54E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5442"/>
        <w:gridCol w:w="2661"/>
      </w:tblGrid>
      <w:tr w:rsidR="0085747A" w:rsidRPr="00572B99" w14:paraId="1AF2D227" w14:textId="77777777" w:rsidTr="00B76FFB">
        <w:tc>
          <w:tcPr>
            <w:tcW w:w="2246" w:type="dxa"/>
            <w:vAlign w:val="center"/>
          </w:tcPr>
          <w:p w14:paraId="2BC081FF" w14:textId="77777777" w:rsidR="0085747A" w:rsidRPr="00572B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347D341" w14:textId="77777777" w:rsidR="0085747A" w:rsidRPr="00572B9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02042" w14:textId="77777777" w:rsidR="0085747A" w:rsidRPr="00572B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61" w:type="dxa"/>
            <w:vAlign w:val="center"/>
          </w:tcPr>
          <w:p w14:paraId="5F624DEE" w14:textId="77777777" w:rsidR="00923D7D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48803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72B99" w14:paraId="4510C0C8" w14:textId="77777777" w:rsidTr="00B76FFB">
        <w:tc>
          <w:tcPr>
            <w:tcW w:w="2246" w:type="dxa"/>
          </w:tcPr>
          <w:p w14:paraId="7074EDB1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0CFA319" w14:textId="77777777" w:rsidR="0085747A" w:rsidRPr="00572B99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661" w:type="dxa"/>
          </w:tcPr>
          <w:p w14:paraId="48B0E367" w14:textId="1B7DC571" w:rsidR="0085747A" w:rsidRPr="00572B99" w:rsidRDefault="00F22870" w:rsidP="00F228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4801B62A" w14:textId="77777777" w:rsidTr="00B76FFB">
        <w:tc>
          <w:tcPr>
            <w:tcW w:w="2246" w:type="dxa"/>
          </w:tcPr>
          <w:p w14:paraId="2EC094BF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D171FEE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6B30BE4E" w14:textId="7CA18B0D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05E046ED" w14:textId="77777777" w:rsidTr="00B76FFB">
        <w:tc>
          <w:tcPr>
            <w:tcW w:w="2246" w:type="dxa"/>
          </w:tcPr>
          <w:p w14:paraId="04B63E9B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E8C6F83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4C9EDF10" w14:textId="7978746E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716BDE11" w14:textId="77777777" w:rsidTr="00B76FFB">
        <w:tc>
          <w:tcPr>
            <w:tcW w:w="2246" w:type="dxa"/>
          </w:tcPr>
          <w:p w14:paraId="080DAAF9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F64C0C4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2743DC6C" w14:textId="5C6067BC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52333347" w14:textId="77777777" w:rsidR="00923D7D" w:rsidRPr="00572B9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2A4C6" w14:textId="77777777" w:rsidR="00C54C3C" w:rsidRDefault="00C54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B2A375D" w14:textId="77777777" w:rsidR="00C54C3C" w:rsidRDefault="00C54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1430370" w14:textId="2E981354" w:rsidR="0085747A" w:rsidRPr="00572B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4.2 </w:t>
      </w:r>
      <w:r w:rsidR="0085747A" w:rsidRPr="00572B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B99">
        <w:rPr>
          <w:rFonts w:ascii="Corbel" w:hAnsi="Corbel"/>
          <w:smallCaps w:val="0"/>
          <w:szCs w:val="24"/>
        </w:rPr>
        <w:t xml:space="preserve"> </w:t>
      </w:r>
    </w:p>
    <w:p w14:paraId="52E78E97" w14:textId="77777777" w:rsidR="00923D7D" w:rsidRPr="00572B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85747A" w:rsidRPr="00572B99" w14:paraId="5186087A" w14:textId="77777777" w:rsidTr="00C54C3C">
        <w:tc>
          <w:tcPr>
            <w:tcW w:w="10349" w:type="dxa"/>
          </w:tcPr>
          <w:p w14:paraId="18562BD2" w14:textId="4E5562D7" w:rsidR="0085747A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– obecność.</w:t>
            </w:r>
          </w:p>
          <w:p w14:paraId="6C47EAC6" w14:textId="37B7B07E" w:rsidR="00C54C3C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 – obecność, aktywność, projekt badawczy.</w:t>
            </w:r>
          </w:p>
          <w:p w14:paraId="55745047" w14:textId="6686AE7A" w:rsidR="00C54C3C" w:rsidRPr="00572B99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 – egzamin pisemny (50% poprawnych odpowiedzi).</w:t>
            </w:r>
          </w:p>
          <w:p w14:paraId="5A1ACF0D" w14:textId="5782CD75" w:rsidR="00EC6AEC" w:rsidRPr="00572B99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E00199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2BDEE" w14:textId="77777777" w:rsidR="009F4610" w:rsidRPr="00572B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5. </w:t>
      </w:r>
      <w:r w:rsidR="00C61DC5" w:rsidRPr="00572B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9D018C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7"/>
        <w:gridCol w:w="3402"/>
      </w:tblGrid>
      <w:tr w:rsidR="0085747A" w:rsidRPr="00572B99" w14:paraId="3E034FB0" w14:textId="77777777" w:rsidTr="00B76FFB">
        <w:tc>
          <w:tcPr>
            <w:tcW w:w="6947" w:type="dxa"/>
            <w:vAlign w:val="center"/>
          </w:tcPr>
          <w:p w14:paraId="6751002B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14:paraId="2980672F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B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B99" w14:paraId="6EA5AA8F" w14:textId="77777777" w:rsidTr="00B76FFB">
        <w:tc>
          <w:tcPr>
            <w:tcW w:w="6947" w:type="dxa"/>
          </w:tcPr>
          <w:p w14:paraId="2014F612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B9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B9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72B9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72B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14:paraId="5F30CFED" w14:textId="7866895A" w:rsidR="0085747A" w:rsidRPr="00572B99" w:rsidRDefault="007830B4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572B99" w14:paraId="03AFEAD6" w14:textId="77777777" w:rsidTr="00B76FFB">
        <w:tc>
          <w:tcPr>
            <w:tcW w:w="6947" w:type="dxa"/>
          </w:tcPr>
          <w:p w14:paraId="648D2CA1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F5FFEC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14:paraId="7667B5A1" w14:textId="77777777" w:rsidR="00C61DC5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72B99" w14:paraId="394CBA7F" w14:textId="77777777" w:rsidTr="00B76FFB">
        <w:tc>
          <w:tcPr>
            <w:tcW w:w="6947" w:type="dxa"/>
          </w:tcPr>
          <w:p w14:paraId="0ED0C546" w14:textId="77777777" w:rsidR="0071620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A2CC460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opracowanie projektu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3402" w:type="dxa"/>
          </w:tcPr>
          <w:p w14:paraId="22768EB0" w14:textId="7A93D128" w:rsidR="00C61DC5" w:rsidRPr="00572B99" w:rsidRDefault="007830B4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572B99" w14:paraId="635CC8E6" w14:textId="77777777" w:rsidTr="00B76FFB">
        <w:tc>
          <w:tcPr>
            <w:tcW w:w="6947" w:type="dxa"/>
          </w:tcPr>
          <w:p w14:paraId="4F9B7BB1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14:paraId="1AE5222D" w14:textId="77777777" w:rsidR="0085747A" w:rsidRPr="00572B99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72B99" w14:paraId="2882D6F7" w14:textId="77777777" w:rsidTr="00B76FFB">
        <w:tc>
          <w:tcPr>
            <w:tcW w:w="6947" w:type="dxa"/>
          </w:tcPr>
          <w:p w14:paraId="7994145D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14:paraId="40DE3ACE" w14:textId="77777777" w:rsidR="0085747A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7D8B4F" w14:textId="77777777" w:rsidR="0085747A" w:rsidRPr="00572B99" w:rsidRDefault="00923D7D" w:rsidP="001F7E2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2B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B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563DC6" w14:textId="77777777" w:rsidR="003E1941" w:rsidRPr="00572B99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8A374" w14:textId="77777777" w:rsidR="00B76FFB" w:rsidRDefault="00B76FF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8CBA3C" w14:textId="1157F653" w:rsidR="0085747A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7. </w:t>
      </w:r>
      <w:r w:rsidR="0085747A" w:rsidRPr="00572B99">
        <w:rPr>
          <w:rFonts w:ascii="Corbel" w:hAnsi="Corbel"/>
          <w:smallCaps w:val="0"/>
          <w:szCs w:val="24"/>
        </w:rPr>
        <w:t>LITERATURA</w:t>
      </w:r>
      <w:r w:rsidRPr="00572B99">
        <w:rPr>
          <w:rFonts w:ascii="Corbel" w:hAnsi="Corbel"/>
          <w:smallCaps w:val="0"/>
          <w:szCs w:val="24"/>
        </w:rPr>
        <w:t xml:space="preserve"> </w:t>
      </w:r>
    </w:p>
    <w:p w14:paraId="75D15973" w14:textId="77777777" w:rsidR="00675843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85747A" w:rsidRPr="003F678C" w14:paraId="29DD3977" w14:textId="77777777" w:rsidTr="00C54C3C">
        <w:trPr>
          <w:trHeight w:val="397"/>
        </w:trPr>
        <w:tc>
          <w:tcPr>
            <w:tcW w:w="10349" w:type="dxa"/>
          </w:tcPr>
          <w:p w14:paraId="7B617FD1" w14:textId="77777777" w:rsidR="00983CCB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3423BB4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hAnsi="Corbel"/>
                <w:smallCaps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Flick. U. (2011). Projektowanie badania jakościowego. Przekł. P. Tomanek. Warszawa: PWN. </w:t>
            </w:r>
          </w:p>
          <w:p w14:paraId="2EF93B7D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Jemielniak, Dariusz (red.). 2012. Badania jakościowe. Metody i narzędzia. Tom 1 i 2. Warszawa: PWN.</w:t>
            </w:r>
          </w:p>
          <w:p w14:paraId="2A6BEEBF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Kawecki I. (2018), Szkice z metodologii jakościowych badań edukacyjnych, Rzeszów: UR.</w:t>
            </w:r>
          </w:p>
          <w:p w14:paraId="09B2E20B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830B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Creswell, J.W. (2013). Projektowanie badań naukowych, Kraków: UJ.</w:t>
            </w:r>
          </w:p>
          <w:p w14:paraId="2E966C81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 xml:space="preserve">Babbie, Earl. (2008). Podstawy badań społecznych. Warszawa: PWN. </w:t>
            </w:r>
          </w:p>
          <w:p w14:paraId="6573E320" w14:textId="298ABB70" w:rsidR="00B1018D" w:rsidRPr="00572B99" w:rsidRDefault="00B1018D" w:rsidP="00C54C3C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</w:p>
        </w:tc>
      </w:tr>
      <w:tr w:rsidR="0085747A" w:rsidRPr="00572B99" w14:paraId="17C2BB63" w14:textId="77777777" w:rsidTr="00C54C3C">
        <w:trPr>
          <w:trHeight w:val="397"/>
        </w:trPr>
        <w:tc>
          <w:tcPr>
            <w:tcW w:w="10349" w:type="dxa"/>
          </w:tcPr>
          <w:p w14:paraId="26F240DB" w14:textId="77777777" w:rsidR="0085747A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A77E741" w14:textId="69DD028F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Barbour, Rosaline. 2011. Badania fokusowe. Warszawa: PWN.</w:t>
            </w:r>
          </w:p>
          <w:p w14:paraId="64EF9E66" w14:textId="7034C995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830B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Hammerslay, Martin i Paul Atkinson. </w:t>
            </w: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2010. Metody badań terenowych. Poznań: Zysk i S-ka.</w:t>
            </w:r>
          </w:p>
          <w:p w14:paraId="579C9D93" w14:textId="5614EAB2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Od teorii do praktyki, D. Maison, A. Noga-Bogomilski (red.). Gdańsk: 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GWP.</w:t>
            </w:r>
          </w:p>
          <w:p w14:paraId="2E55E72C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PWN.</w:t>
            </w:r>
          </w:p>
          <w:p w14:paraId="30924380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Charmaz. K. (2013). Teoria ugruntowana. Praktyczny przewodnik po analizie jakościowej. Przekł. B. Komorowska. Warszawa: PWN.</w:t>
            </w:r>
          </w:p>
          <w:p w14:paraId="76344809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Żurko, M. (1995). O przydatności metody biograficznej. W: M. Straś – Romanowska (red.). Na tropach psychologii jako nauki humanistycznej. Warszawa – Wrocław: PWN. </w:t>
            </w:r>
          </w:p>
          <w:p w14:paraId="4EBC667F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Trzebiński, J. (2008). Problematyka narracji we współczesnej psychologii. [W:] B. Janusz, K. Gdowska i B. de Barbaro (red.). Narracja. Teoria i praktyka. Kraków: UJ. </w:t>
            </w:r>
          </w:p>
          <w:p w14:paraId="026FD81E" w14:textId="410B10BF" w:rsidR="00A43920" w:rsidRPr="00572B99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Paluchowski, W. J. (2000). Metodologiczne problemy analizy treści a wykorzystanie komputerów w badaniach jakościowych. W: M. Straś-Romanowska (red.). Metody jakościowe w psychologii współczesnej. 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Wrocław: UW.</w:t>
            </w:r>
          </w:p>
        </w:tc>
      </w:tr>
    </w:tbl>
    <w:p w14:paraId="249B7932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52E6E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325CD" w14:textId="77777777" w:rsidR="0085747A" w:rsidRPr="00572B99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DDFC6A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971A2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928E6" w14:textId="77777777" w:rsidR="00916BB5" w:rsidRPr="00572B99" w:rsidRDefault="00916BB5" w:rsidP="00916BB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16BB5" w:rsidRPr="00572B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A0782" w14:textId="77777777" w:rsidR="007133CB" w:rsidRDefault="007133CB" w:rsidP="00C16ABF">
      <w:pPr>
        <w:spacing w:after="0" w:line="240" w:lineRule="auto"/>
      </w:pPr>
      <w:r>
        <w:separator/>
      </w:r>
    </w:p>
  </w:endnote>
  <w:endnote w:type="continuationSeparator" w:id="0">
    <w:p w14:paraId="54ED9BC8" w14:textId="77777777" w:rsidR="007133CB" w:rsidRDefault="007133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24753" w14:textId="77777777" w:rsidR="007133CB" w:rsidRDefault="007133CB" w:rsidP="00C16ABF">
      <w:pPr>
        <w:spacing w:after="0" w:line="240" w:lineRule="auto"/>
      </w:pPr>
      <w:r>
        <w:separator/>
      </w:r>
    </w:p>
  </w:footnote>
  <w:footnote w:type="continuationSeparator" w:id="0">
    <w:p w14:paraId="5D38D716" w14:textId="77777777" w:rsidR="007133CB" w:rsidRDefault="007133C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49CF"/>
    <w:multiLevelType w:val="hybridMultilevel"/>
    <w:tmpl w:val="4A9CB9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637" w:hanging="360"/>
      </w:p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2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4638C"/>
    <w:multiLevelType w:val="hybridMultilevel"/>
    <w:tmpl w:val="5C9668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6D1EAB"/>
    <w:multiLevelType w:val="hybridMultilevel"/>
    <w:tmpl w:val="40B821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70F7A"/>
    <w:multiLevelType w:val="hybridMultilevel"/>
    <w:tmpl w:val="A1B04F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4"/>
  </w:num>
  <w:num w:numId="5">
    <w:abstractNumId w:val="1"/>
  </w:num>
  <w:num w:numId="6">
    <w:abstractNumId w:val="10"/>
  </w:num>
  <w:num w:numId="7">
    <w:abstractNumId w:val="9"/>
  </w:num>
  <w:num w:numId="8">
    <w:abstractNumId w:val="2"/>
  </w:num>
  <w:num w:numId="9">
    <w:abstractNumId w:val="6"/>
  </w:num>
  <w:num w:numId="10">
    <w:abstractNumId w:val="4"/>
  </w:num>
  <w:num w:numId="11">
    <w:abstractNumId w:val="11"/>
  </w:num>
  <w:num w:numId="12">
    <w:abstractNumId w:val="8"/>
  </w:num>
  <w:num w:numId="13">
    <w:abstractNumId w:val="13"/>
  </w:num>
  <w:num w:numId="14">
    <w:abstractNumId w:val="5"/>
  </w:num>
  <w:num w:numId="1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52D"/>
    <w:rsid w:val="00070ED6"/>
    <w:rsid w:val="000742DC"/>
    <w:rsid w:val="000801AA"/>
    <w:rsid w:val="0008261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112"/>
    <w:rsid w:val="000D04B0"/>
    <w:rsid w:val="000F1C57"/>
    <w:rsid w:val="000F5615"/>
    <w:rsid w:val="0010071B"/>
    <w:rsid w:val="00103AA3"/>
    <w:rsid w:val="00112982"/>
    <w:rsid w:val="00113FC2"/>
    <w:rsid w:val="001172A4"/>
    <w:rsid w:val="0012180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135"/>
    <w:rsid w:val="002C1F06"/>
    <w:rsid w:val="002D3375"/>
    <w:rsid w:val="002D73D4"/>
    <w:rsid w:val="002F02A3"/>
    <w:rsid w:val="002F4ABE"/>
    <w:rsid w:val="002F5645"/>
    <w:rsid w:val="003018BA"/>
    <w:rsid w:val="0030395F"/>
    <w:rsid w:val="00305C92"/>
    <w:rsid w:val="003151C5"/>
    <w:rsid w:val="003343CF"/>
    <w:rsid w:val="00346FE9"/>
    <w:rsid w:val="0034759A"/>
    <w:rsid w:val="003503F6"/>
    <w:rsid w:val="0035084A"/>
    <w:rsid w:val="003530DD"/>
    <w:rsid w:val="00363F78"/>
    <w:rsid w:val="003906D5"/>
    <w:rsid w:val="003A0A5B"/>
    <w:rsid w:val="003A1176"/>
    <w:rsid w:val="003A2D65"/>
    <w:rsid w:val="003C0BAE"/>
    <w:rsid w:val="003C3A14"/>
    <w:rsid w:val="003D18A9"/>
    <w:rsid w:val="003D6CE2"/>
    <w:rsid w:val="003D6CE8"/>
    <w:rsid w:val="003E1941"/>
    <w:rsid w:val="003E2FE6"/>
    <w:rsid w:val="003E49D5"/>
    <w:rsid w:val="003F16DD"/>
    <w:rsid w:val="003F205D"/>
    <w:rsid w:val="003F38C0"/>
    <w:rsid w:val="003F4684"/>
    <w:rsid w:val="003F678C"/>
    <w:rsid w:val="004075E2"/>
    <w:rsid w:val="00413296"/>
    <w:rsid w:val="00414E3C"/>
    <w:rsid w:val="0042244A"/>
    <w:rsid w:val="004257D8"/>
    <w:rsid w:val="0042745A"/>
    <w:rsid w:val="00431D5C"/>
    <w:rsid w:val="004362C6"/>
    <w:rsid w:val="00437FA2"/>
    <w:rsid w:val="00445970"/>
    <w:rsid w:val="004541C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9BB"/>
    <w:rsid w:val="004A3EEA"/>
    <w:rsid w:val="004A4D1F"/>
    <w:rsid w:val="004A704D"/>
    <w:rsid w:val="004D11B9"/>
    <w:rsid w:val="004D5282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5761F"/>
    <w:rsid w:val="0056696D"/>
    <w:rsid w:val="00572B99"/>
    <w:rsid w:val="0059484D"/>
    <w:rsid w:val="005A0855"/>
    <w:rsid w:val="005A3196"/>
    <w:rsid w:val="005B497C"/>
    <w:rsid w:val="005C080F"/>
    <w:rsid w:val="005C55E5"/>
    <w:rsid w:val="005C677C"/>
    <w:rsid w:val="005C696A"/>
    <w:rsid w:val="005E6E85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FD"/>
    <w:rsid w:val="00706544"/>
    <w:rsid w:val="007072BA"/>
    <w:rsid w:val="007133CB"/>
    <w:rsid w:val="0071377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8168C"/>
    <w:rsid w:val="007830B4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7F5854"/>
    <w:rsid w:val="0081159F"/>
    <w:rsid w:val="0081554D"/>
    <w:rsid w:val="0081707E"/>
    <w:rsid w:val="00834A06"/>
    <w:rsid w:val="008449B3"/>
    <w:rsid w:val="008552A2"/>
    <w:rsid w:val="0085635D"/>
    <w:rsid w:val="0085747A"/>
    <w:rsid w:val="0086684E"/>
    <w:rsid w:val="008801BC"/>
    <w:rsid w:val="00884922"/>
    <w:rsid w:val="00885F64"/>
    <w:rsid w:val="008917F9"/>
    <w:rsid w:val="008A45F7"/>
    <w:rsid w:val="008A6CFE"/>
    <w:rsid w:val="008B42C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073"/>
    <w:rsid w:val="00916188"/>
    <w:rsid w:val="00916BB5"/>
    <w:rsid w:val="00922066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0648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50C"/>
    <w:rsid w:val="00A36899"/>
    <w:rsid w:val="00A371F6"/>
    <w:rsid w:val="00A43920"/>
    <w:rsid w:val="00A43BF6"/>
    <w:rsid w:val="00A53A57"/>
    <w:rsid w:val="00A53FA5"/>
    <w:rsid w:val="00A54801"/>
    <w:rsid w:val="00A54817"/>
    <w:rsid w:val="00A601C8"/>
    <w:rsid w:val="00A60799"/>
    <w:rsid w:val="00A7059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179A"/>
    <w:rsid w:val="00B43B77"/>
    <w:rsid w:val="00B43E80"/>
    <w:rsid w:val="00B56399"/>
    <w:rsid w:val="00B607DB"/>
    <w:rsid w:val="00B66529"/>
    <w:rsid w:val="00B75946"/>
    <w:rsid w:val="00B76FFB"/>
    <w:rsid w:val="00B8056E"/>
    <w:rsid w:val="00B819C8"/>
    <w:rsid w:val="00B82308"/>
    <w:rsid w:val="00B90885"/>
    <w:rsid w:val="00BA6873"/>
    <w:rsid w:val="00BB520A"/>
    <w:rsid w:val="00BC6D5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C3C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C4D"/>
    <w:rsid w:val="00D123F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F2A"/>
    <w:rsid w:val="00DA2114"/>
    <w:rsid w:val="00DA460E"/>
    <w:rsid w:val="00DB4CD7"/>
    <w:rsid w:val="00DD0F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CEB"/>
    <w:rsid w:val="00E63348"/>
    <w:rsid w:val="00E742AA"/>
    <w:rsid w:val="00E77E88"/>
    <w:rsid w:val="00E8107D"/>
    <w:rsid w:val="00E90913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287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2D4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FE1C"/>
  <w15:docId w15:val="{11E35446-0487-4887-80ED-6169EBC8C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0BE24-1221-46F1-A550-4B8ECD028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1192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2020-11-09T08:52:00Z</cp:lastPrinted>
  <dcterms:created xsi:type="dcterms:W3CDTF">2024-10-14T09:07:00Z</dcterms:created>
  <dcterms:modified xsi:type="dcterms:W3CDTF">2024-10-14T09:21:00Z</dcterms:modified>
</cp:coreProperties>
</file>